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4A2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FC5660" w14:textId="77777777" w:rsidR="009905B5" w:rsidRDefault="009905B5" w:rsidP="00990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C8A990F" w14:textId="77777777" w:rsidR="009905B5" w:rsidRDefault="009905B5" w:rsidP="009905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1C1EBBC7" w14:textId="77777777" w:rsidR="009905B5" w:rsidRDefault="009905B5" w:rsidP="009905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2168759" w14:textId="77777777" w:rsidR="009905B5" w:rsidRDefault="009905B5" w:rsidP="009905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2023/2024</w:t>
      </w:r>
    </w:p>
    <w:p w14:paraId="04A9AD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810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F18941" w14:textId="77777777" w:rsidTr="00286BF3">
        <w:tc>
          <w:tcPr>
            <w:tcW w:w="2694" w:type="dxa"/>
            <w:vAlign w:val="center"/>
          </w:tcPr>
          <w:p w14:paraId="3F4409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3B607E" w14:textId="77777777" w:rsidR="0085747A" w:rsidRPr="00286BF3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6BF3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14:paraId="42D90BEF" w14:textId="77777777" w:rsidTr="00286BF3">
        <w:tc>
          <w:tcPr>
            <w:tcW w:w="2694" w:type="dxa"/>
            <w:vAlign w:val="center"/>
          </w:tcPr>
          <w:p w14:paraId="7D2B6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2A4D02" w14:textId="77777777"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PRP53</w:t>
            </w:r>
          </w:p>
        </w:tc>
      </w:tr>
      <w:tr w:rsidR="0085747A" w:rsidRPr="009C54AE" w14:paraId="357D0C4F" w14:textId="77777777" w:rsidTr="00286BF3">
        <w:tc>
          <w:tcPr>
            <w:tcW w:w="2694" w:type="dxa"/>
            <w:vAlign w:val="center"/>
          </w:tcPr>
          <w:p w14:paraId="1BABB13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B035F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86BF3" w:rsidRPr="009C54AE" w14:paraId="17C544F1" w14:textId="77777777" w:rsidTr="00286BF3">
        <w:tc>
          <w:tcPr>
            <w:tcW w:w="2694" w:type="dxa"/>
            <w:vAlign w:val="center"/>
          </w:tcPr>
          <w:p w14:paraId="194E0067" w14:textId="77777777" w:rsidR="00286BF3" w:rsidRPr="009C54AE" w:rsidRDefault="00286BF3" w:rsidP="00286B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7230C1" w14:textId="77777777" w:rsidR="00286BF3" w:rsidRPr="009C54AE" w:rsidRDefault="00286BF3" w:rsidP="00286B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E891EB" w14:textId="77777777" w:rsidTr="00286BF3">
        <w:tc>
          <w:tcPr>
            <w:tcW w:w="2694" w:type="dxa"/>
            <w:vAlign w:val="center"/>
          </w:tcPr>
          <w:p w14:paraId="05F28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8FC796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59E5ABF7" w14:textId="77777777" w:rsidTr="00286BF3">
        <w:tc>
          <w:tcPr>
            <w:tcW w:w="2694" w:type="dxa"/>
            <w:vAlign w:val="center"/>
          </w:tcPr>
          <w:p w14:paraId="2732C8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4A5D2E" w14:textId="77777777"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C1114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14:paraId="01A64BE7" w14:textId="77777777" w:rsidTr="00286BF3">
        <w:tc>
          <w:tcPr>
            <w:tcW w:w="2694" w:type="dxa"/>
            <w:vAlign w:val="center"/>
          </w:tcPr>
          <w:p w14:paraId="5B02FF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F1A72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05AB8B" w14:textId="77777777" w:rsidTr="00286BF3">
        <w:tc>
          <w:tcPr>
            <w:tcW w:w="2694" w:type="dxa"/>
            <w:vAlign w:val="center"/>
          </w:tcPr>
          <w:p w14:paraId="63BA91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5F0313" w14:textId="77777777" w:rsidR="0085747A" w:rsidRPr="009C54AE" w:rsidRDefault="00DC3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95E5ABF" w14:textId="77777777" w:rsidTr="00286BF3">
        <w:tc>
          <w:tcPr>
            <w:tcW w:w="2694" w:type="dxa"/>
            <w:vAlign w:val="center"/>
          </w:tcPr>
          <w:p w14:paraId="6B92E3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3A871D" w14:textId="77777777"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85747A" w:rsidRPr="009C54AE" w14:paraId="7638A7D9" w14:textId="77777777" w:rsidTr="00286BF3">
        <w:tc>
          <w:tcPr>
            <w:tcW w:w="2694" w:type="dxa"/>
            <w:vAlign w:val="center"/>
          </w:tcPr>
          <w:p w14:paraId="43CC2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97A243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AF18627" w14:textId="77777777" w:rsidTr="00286BF3">
        <w:tc>
          <w:tcPr>
            <w:tcW w:w="2694" w:type="dxa"/>
            <w:vAlign w:val="center"/>
          </w:tcPr>
          <w:p w14:paraId="768C22E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49192" w14:textId="77777777"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3406F3" w14:textId="77777777" w:rsidTr="00286BF3">
        <w:tc>
          <w:tcPr>
            <w:tcW w:w="2694" w:type="dxa"/>
            <w:vAlign w:val="center"/>
          </w:tcPr>
          <w:p w14:paraId="6EB440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1353C" w14:textId="77777777"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14:paraId="3175DEAC" w14:textId="77777777" w:rsidTr="00286BF3">
        <w:tc>
          <w:tcPr>
            <w:tcW w:w="2694" w:type="dxa"/>
            <w:vAlign w:val="center"/>
          </w:tcPr>
          <w:p w14:paraId="2DFB95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9F9DCF" w14:textId="77777777"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Bajda, dr Dorota Semków</w:t>
            </w:r>
          </w:p>
        </w:tc>
      </w:tr>
    </w:tbl>
    <w:p w14:paraId="11EC497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CB6A6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BD6A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A99B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51DCCF" w14:textId="77777777" w:rsidTr="00286BF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72F6" w14:textId="77777777" w:rsidR="00015B8F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EEFDEA" w14:textId="77777777" w:rsidR="00015B8F" w:rsidRPr="009C54AE" w:rsidRDefault="002B5EA0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DCD7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EDFD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BA23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7F2C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91A5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09DC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00920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F70E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9340" w14:textId="77777777"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25C16AA" w14:textId="77777777" w:rsidTr="00286BF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3E1" w14:textId="77777777"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410C" w14:textId="77777777" w:rsidR="00015B8F" w:rsidRPr="009C54AE" w:rsidRDefault="00DC30F6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0F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28D4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FAB9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D68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1C39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8E73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A028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D1DC" w14:textId="77777777"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A8A9" w14:textId="77777777"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DE45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2E1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65530A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2FAA22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EAB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319BF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38E0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2B197" w14:textId="77777777" w:rsidR="009B6D75" w:rsidRDefault="00410B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14:paraId="0433BC29" w14:textId="77777777"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C61D4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5D0E77" w14:textId="77777777" w:rsidR="00286BF3" w:rsidRPr="009C54AE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716657" w14:textId="77777777" w:rsidTr="00745302">
        <w:tc>
          <w:tcPr>
            <w:tcW w:w="9670" w:type="dxa"/>
          </w:tcPr>
          <w:p w14:paraId="5300F2DA" w14:textId="77777777"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7700CF2" w14:textId="77777777" w:rsidR="00286BF3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D64A0" w14:textId="77777777" w:rsidR="0085747A" w:rsidRPr="00C05F44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17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FD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B20B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81CF07C" w14:textId="77777777" w:rsidTr="00923D7D">
        <w:tc>
          <w:tcPr>
            <w:tcW w:w="851" w:type="dxa"/>
            <w:vAlign w:val="center"/>
          </w:tcPr>
          <w:p w14:paraId="6D641E3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E7B524" w14:textId="77777777"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14:paraId="49428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35C5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F649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92D8A9A" w14:textId="77777777" w:rsidTr="0071620A">
        <w:tc>
          <w:tcPr>
            <w:tcW w:w="1701" w:type="dxa"/>
            <w:vAlign w:val="center"/>
          </w:tcPr>
          <w:p w14:paraId="406B7C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959E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FB56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679054" w14:textId="77777777" w:rsidTr="005E6E85">
        <w:tc>
          <w:tcPr>
            <w:tcW w:w="1701" w:type="dxa"/>
          </w:tcPr>
          <w:p w14:paraId="032AF4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1FBB261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</w:t>
            </w:r>
          </w:p>
        </w:tc>
        <w:tc>
          <w:tcPr>
            <w:tcW w:w="1873" w:type="dxa"/>
          </w:tcPr>
          <w:p w14:paraId="4FF7042A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14:paraId="159EECF0" w14:textId="77777777" w:rsidTr="005E6E85">
        <w:tc>
          <w:tcPr>
            <w:tcW w:w="1701" w:type="dxa"/>
          </w:tcPr>
          <w:p w14:paraId="6A18D4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ABD14B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14:paraId="3B89195E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14:paraId="489B1ECD" w14:textId="77777777" w:rsidTr="005E6E85">
        <w:tc>
          <w:tcPr>
            <w:tcW w:w="1701" w:type="dxa"/>
          </w:tcPr>
          <w:p w14:paraId="0CF47919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D6799E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14:paraId="54046B74" w14:textId="77777777"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14:paraId="05BB5171" w14:textId="77777777" w:rsidTr="005E6E85">
        <w:tc>
          <w:tcPr>
            <w:tcW w:w="1701" w:type="dxa"/>
          </w:tcPr>
          <w:p w14:paraId="01F97A44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D4235F" w14:textId="77777777"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14:paraId="175DD4D9" w14:textId="77777777"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14:paraId="0A047220" w14:textId="77777777" w:rsidTr="005E6E85">
        <w:tc>
          <w:tcPr>
            <w:tcW w:w="1701" w:type="dxa"/>
          </w:tcPr>
          <w:p w14:paraId="7E300FE6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4DEDF12" w14:textId="77777777"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14:paraId="45207A66" w14:textId="77777777"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14:paraId="2AE0C001" w14:textId="77777777" w:rsidTr="005E6E85">
        <w:tc>
          <w:tcPr>
            <w:tcW w:w="1701" w:type="dxa"/>
          </w:tcPr>
          <w:p w14:paraId="679AEBA5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D4F17B8" w14:textId="77777777"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14:paraId="1E4DD493" w14:textId="77777777"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14:paraId="56A949EC" w14:textId="77777777" w:rsidTr="005E6E85">
        <w:tc>
          <w:tcPr>
            <w:tcW w:w="1701" w:type="dxa"/>
          </w:tcPr>
          <w:p w14:paraId="0B32AD79" w14:textId="77777777"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235BCE5" w14:textId="77777777"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</w:t>
            </w:r>
            <w:r w:rsidR="00286BF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kryminologicznych na bazie poznanej literatury naukowej.</w:t>
            </w:r>
          </w:p>
        </w:tc>
        <w:tc>
          <w:tcPr>
            <w:tcW w:w="1873" w:type="dxa"/>
          </w:tcPr>
          <w:p w14:paraId="529C7109" w14:textId="77777777"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14:paraId="0F1B1EE6" w14:textId="77777777" w:rsidTr="005E6E85">
        <w:tc>
          <w:tcPr>
            <w:tcW w:w="1701" w:type="dxa"/>
          </w:tcPr>
          <w:p w14:paraId="3785D2E7" w14:textId="77777777"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3F8BE8A" w14:textId="77777777"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14:paraId="18B266B6" w14:textId="77777777"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14:paraId="61D94D8C" w14:textId="77777777" w:rsidTr="005E6E85">
        <w:tc>
          <w:tcPr>
            <w:tcW w:w="1701" w:type="dxa"/>
          </w:tcPr>
          <w:p w14:paraId="1E7D1BAC" w14:textId="77777777"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09B5F37" w14:textId="77777777"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14:paraId="23A090A2" w14:textId="77777777"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14:paraId="6125F624" w14:textId="77777777" w:rsidTr="005E6E85">
        <w:tc>
          <w:tcPr>
            <w:tcW w:w="1701" w:type="dxa"/>
          </w:tcPr>
          <w:p w14:paraId="6880E4A0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3CFB620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14:paraId="428AC7F6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14:paraId="6937FC8F" w14:textId="77777777" w:rsidTr="005E6E85">
        <w:tc>
          <w:tcPr>
            <w:tcW w:w="1701" w:type="dxa"/>
          </w:tcPr>
          <w:p w14:paraId="0860B1C0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08FD118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14:paraId="28553DFE" w14:textId="77777777"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14:paraId="6734A660" w14:textId="77777777" w:rsidTr="005E6E85">
        <w:tc>
          <w:tcPr>
            <w:tcW w:w="1701" w:type="dxa"/>
          </w:tcPr>
          <w:p w14:paraId="23E0E3A3" w14:textId="77777777"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0589B2BE" w14:textId="77777777"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14:paraId="0E9AE44A" w14:textId="77777777"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14:paraId="6CBAA04A" w14:textId="77777777" w:rsidTr="005E6E85">
        <w:tc>
          <w:tcPr>
            <w:tcW w:w="1701" w:type="dxa"/>
          </w:tcPr>
          <w:p w14:paraId="69DF9341" w14:textId="77777777"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41211169" w14:textId="77777777"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14:paraId="2CA5B918" w14:textId="77777777"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14:paraId="0AD6728C" w14:textId="77777777" w:rsidTr="005E6E85">
        <w:tc>
          <w:tcPr>
            <w:tcW w:w="1701" w:type="dxa"/>
          </w:tcPr>
          <w:p w14:paraId="4EA4172A" w14:textId="77777777"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08198FD6" w14:textId="77777777"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14:paraId="57AFB598" w14:textId="77777777" w:rsidR="009F098A" w:rsidRPr="009F098A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K_U08,K_U17</w:t>
            </w:r>
          </w:p>
        </w:tc>
      </w:tr>
      <w:tr w:rsidR="00383853" w:rsidRPr="009C54AE" w14:paraId="1E677B20" w14:textId="77777777" w:rsidTr="005E6E85">
        <w:tc>
          <w:tcPr>
            <w:tcW w:w="1701" w:type="dxa"/>
          </w:tcPr>
          <w:p w14:paraId="5FF50EAB" w14:textId="77777777"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7409D99" w14:textId="77777777"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14:paraId="64EACA80" w14:textId="77777777"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14:paraId="79A7AA61" w14:textId="77777777" w:rsidTr="005E6E85">
        <w:tc>
          <w:tcPr>
            <w:tcW w:w="1701" w:type="dxa"/>
          </w:tcPr>
          <w:p w14:paraId="02EB4050" w14:textId="77777777"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60EEDB2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14:paraId="55C174B8" w14:textId="77777777"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K_K06, K_U17</w:t>
            </w:r>
          </w:p>
        </w:tc>
      </w:tr>
      <w:tr w:rsidR="0002281E" w:rsidRPr="009C54AE" w14:paraId="027ED007" w14:textId="77777777" w:rsidTr="005E6E85">
        <w:tc>
          <w:tcPr>
            <w:tcW w:w="1701" w:type="dxa"/>
          </w:tcPr>
          <w:p w14:paraId="30404EE3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E1F39DA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14:paraId="7EFB1C6F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14:paraId="76A2D7CA" w14:textId="77777777" w:rsidTr="005E6E85">
        <w:tc>
          <w:tcPr>
            <w:tcW w:w="1701" w:type="dxa"/>
          </w:tcPr>
          <w:p w14:paraId="55FF6034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411A858E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14:paraId="31828130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14:paraId="057C4045" w14:textId="77777777" w:rsidTr="005E6E85">
        <w:tc>
          <w:tcPr>
            <w:tcW w:w="1701" w:type="dxa"/>
          </w:tcPr>
          <w:p w14:paraId="603D59EA" w14:textId="77777777"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14:paraId="2CAF57D3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14:paraId="5DC9101E" w14:textId="77777777"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ABA4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4F3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CCF0E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7DC5D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B42312" w14:textId="77777777" w:rsidTr="00923D7D">
        <w:tc>
          <w:tcPr>
            <w:tcW w:w="9639" w:type="dxa"/>
          </w:tcPr>
          <w:p w14:paraId="1A1C88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5730803" w14:textId="77777777" w:rsidTr="00923D7D">
        <w:tc>
          <w:tcPr>
            <w:tcW w:w="9639" w:type="dxa"/>
          </w:tcPr>
          <w:p w14:paraId="40B25BA8" w14:textId="77777777" w:rsidR="0085747A" w:rsidRPr="009C54AE" w:rsidRDefault="00737AA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7AA4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 Powstanie kryminologii i rozwój jej poszczególnych kierunków.</w:t>
            </w:r>
          </w:p>
        </w:tc>
      </w:tr>
      <w:tr w:rsidR="0085747A" w:rsidRPr="009C54AE" w14:paraId="1FD4D631" w14:textId="77777777" w:rsidTr="00923D7D">
        <w:tc>
          <w:tcPr>
            <w:tcW w:w="9639" w:type="dxa"/>
          </w:tcPr>
          <w:p w14:paraId="7907159B" w14:textId="77777777" w:rsidR="0085747A" w:rsidRPr="00E81CF2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85747A" w:rsidRPr="009C54AE" w14:paraId="3A3A3F7E" w14:textId="77777777" w:rsidTr="00923D7D">
        <w:tc>
          <w:tcPr>
            <w:tcW w:w="9639" w:type="dxa"/>
          </w:tcPr>
          <w:p w14:paraId="4329EB72" w14:textId="77777777" w:rsidR="0085747A" w:rsidRPr="009C54AE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14:paraId="64B17E72" w14:textId="77777777" w:rsidTr="00923D7D">
        <w:tc>
          <w:tcPr>
            <w:tcW w:w="9639" w:type="dxa"/>
          </w:tcPr>
          <w:p w14:paraId="67A29EC3" w14:textId="77777777"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14:paraId="06449D13" w14:textId="77777777" w:rsidTr="00923D7D">
        <w:tc>
          <w:tcPr>
            <w:tcW w:w="9639" w:type="dxa"/>
          </w:tcPr>
          <w:p w14:paraId="084CD2EE" w14:textId="77777777"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14:paraId="77E69E29" w14:textId="77777777" w:rsidTr="00923D7D">
        <w:tc>
          <w:tcPr>
            <w:tcW w:w="9639" w:type="dxa"/>
          </w:tcPr>
          <w:p w14:paraId="114AA69D" w14:textId="77777777"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14:paraId="12D8FD35" w14:textId="77777777" w:rsidTr="00923D7D">
        <w:tc>
          <w:tcPr>
            <w:tcW w:w="9639" w:type="dxa"/>
          </w:tcPr>
          <w:p w14:paraId="654E95E2" w14:textId="77777777"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narkotykowa oraz nowe substancje psychoaktywne jako problem kryminologiczny.</w:t>
            </w:r>
          </w:p>
        </w:tc>
      </w:tr>
      <w:tr w:rsidR="007B010D" w:rsidRPr="009C54AE" w14:paraId="4830022D" w14:textId="77777777" w:rsidTr="00923D7D">
        <w:tc>
          <w:tcPr>
            <w:tcW w:w="9639" w:type="dxa"/>
          </w:tcPr>
          <w:p w14:paraId="2976A8A1" w14:textId="77777777" w:rsidR="007B010D" w:rsidRPr="00D872D1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D57584" w:rsidRPr="009C54AE" w14:paraId="795D910B" w14:textId="77777777" w:rsidTr="00923D7D">
        <w:tc>
          <w:tcPr>
            <w:tcW w:w="9639" w:type="dxa"/>
          </w:tcPr>
          <w:p w14:paraId="74D06271" w14:textId="77777777" w:rsidR="00D57584" w:rsidRPr="00D57584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i/>
                <w:sz w:val="24"/>
                <w:szCs w:val="24"/>
              </w:rPr>
              <w:t>Modus operandi</w:t>
            </w:r>
            <w:r w:rsidRPr="00D872D1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</w:tbl>
    <w:p w14:paraId="159246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B7327C" w14:textId="77777777"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A1890B8" w14:textId="77777777" w:rsidR="002F5F3A" w:rsidRPr="002F5F3A" w:rsidRDefault="004569B6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69B6">
        <w:rPr>
          <w:rFonts w:ascii="Corbel" w:hAnsi="Corbel"/>
          <w:b w:val="0"/>
          <w:smallCaps w:val="0"/>
          <w:szCs w:val="24"/>
        </w:rPr>
        <w:t>Wykład z prezentacją multimedialną, wykład konwencjonalny, wykład problemowy.</w:t>
      </w:r>
    </w:p>
    <w:p w14:paraId="5B74BC3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6618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B469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50C1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7B6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863009" w14:textId="77777777" w:rsidTr="00C05F44">
        <w:tc>
          <w:tcPr>
            <w:tcW w:w="1985" w:type="dxa"/>
            <w:vAlign w:val="center"/>
          </w:tcPr>
          <w:p w14:paraId="3E9155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5D8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C185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271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E40B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7B3786D" w14:textId="77777777" w:rsidTr="00C05F44">
        <w:tc>
          <w:tcPr>
            <w:tcW w:w="1985" w:type="dxa"/>
          </w:tcPr>
          <w:p w14:paraId="1BED848A" w14:textId="77777777"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2026F9D" w14:textId="77777777"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2808678" w14:textId="77777777" w:rsidR="0085747A" w:rsidRPr="009C54AE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22B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74CC853" w14:textId="77777777" w:rsidTr="00C05F44">
        <w:tc>
          <w:tcPr>
            <w:tcW w:w="1985" w:type="dxa"/>
          </w:tcPr>
          <w:p w14:paraId="0B1F9503" w14:textId="77777777"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5A45C65" w14:textId="77777777"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1D797366" w14:textId="77777777"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65E18058" w14:textId="77777777" w:rsidTr="00C05F44">
        <w:tc>
          <w:tcPr>
            <w:tcW w:w="1985" w:type="dxa"/>
          </w:tcPr>
          <w:p w14:paraId="37AE01CD" w14:textId="77777777"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87F3A9" w14:textId="77777777"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F9B5A3B" w14:textId="77777777"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23CDF005" w14:textId="77777777" w:rsidTr="00C05F44">
        <w:tc>
          <w:tcPr>
            <w:tcW w:w="1985" w:type="dxa"/>
          </w:tcPr>
          <w:p w14:paraId="170593ED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C08AA69" w14:textId="77777777"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37E6AA5" w14:textId="77777777"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16AF8D02" w14:textId="77777777" w:rsidTr="00C05F44">
        <w:tc>
          <w:tcPr>
            <w:tcW w:w="1985" w:type="dxa"/>
          </w:tcPr>
          <w:p w14:paraId="2E7DAC82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64FD603" w14:textId="77777777"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FD2024F" w14:textId="77777777"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14:paraId="28AACD1A" w14:textId="77777777" w:rsidTr="00C05F44">
        <w:tc>
          <w:tcPr>
            <w:tcW w:w="1985" w:type="dxa"/>
          </w:tcPr>
          <w:p w14:paraId="67C14650" w14:textId="77777777"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CB35AED" w14:textId="77777777"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7B43D92" w14:textId="77777777" w:rsidR="004C121F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14:paraId="3B282037" w14:textId="77777777" w:rsidTr="00C05F44">
        <w:tc>
          <w:tcPr>
            <w:tcW w:w="1985" w:type="dxa"/>
          </w:tcPr>
          <w:p w14:paraId="3B8B27BA" w14:textId="77777777"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47FD6C5" w14:textId="77777777"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175F395B" w14:textId="77777777"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14:paraId="3BB20A64" w14:textId="77777777" w:rsidTr="00C05F44">
        <w:tc>
          <w:tcPr>
            <w:tcW w:w="1985" w:type="dxa"/>
          </w:tcPr>
          <w:p w14:paraId="0D68B4C0" w14:textId="77777777"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4EAEA44" w14:textId="77777777"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4329F53D" w14:textId="77777777"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14:paraId="49BE5DC9" w14:textId="77777777" w:rsidTr="00C05F44">
        <w:tc>
          <w:tcPr>
            <w:tcW w:w="1985" w:type="dxa"/>
          </w:tcPr>
          <w:p w14:paraId="38456104" w14:textId="77777777"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8A7A341" w14:textId="77777777"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22ED56C" w14:textId="77777777"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14:paraId="464C94B2" w14:textId="77777777" w:rsidTr="00C05F44">
        <w:tc>
          <w:tcPr>
            <w:tcW w:w="1985" w:type="dxa"/>
          </w:tcPr>
          <w:p w14:paraId="2720C1C9" w14:textId="77777777"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2EB706B9" w14:textId="77777777"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E89C4B8" w14:textId="77777777"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14:paraId="0A63629C" w14:textId="77777777" w:rsidTr="00C05F44">
        <w:tc>
          <w:tcPr>
            <w:tcW w:w="1985" w:type="dxa"/>
          </w:tcPr>
          <w:p w14:paraId="02F13FF1" w14:textId="77777777"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7C2EBAC4" w14:textId="77777777"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27BFF694" w14:textId="77777777"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14:paraId="1919F87C" w14:textId="77777777" w:rsidTr="00C05F44">
        <w:tc>
          <w:tcPr>
            <w:tcW w:w="1985" w:type="dxa"/>
          </w:tcPr>
          <w:p w14:paraId="21CAC228" w14:textId="77777777"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7A8736F1" w14:textId="77777777"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053C785" w14:textId="77777777"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14:paraId="1DA78AFE" w14:textId="77777777" w:rsidTr="00C05F44">
        <w:tc>
          <w:tcPr>
            <w:tcW w:w="1985" w:type="dxa"/>
          </w:tcPr>
          <w:p w14:paraId="145E653F" w14:textId="77777777"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045EDE35" w14:textId="77777777"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467F5332" w14:textId="77777777"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14:paraId="5753008D" w14:textId="77777777" w:rsidTr="00C05F44">
        <w:tc>
          <w:tcPr>
            <w:tcW w:w="1985" w:type="dxa"/>
          </w:tcPr>
          <w:p w14:paraId="3F8C0658" w14:textId="77777777"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lastRenderedPageBreak/>
              <w:t>EK_14</w:t>
            </w:r>
          </w:p>
        </w:tc>
        <w:tc>
          <w:tcPr>
            <w:tcW w:w="5528" w:type="dxa"/>
          </w:tcPr>
          <w:p w14:paraId="79DC3029" w14:textId="77777777"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F309F11" w14:textId="77777777"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14:paraId="67F31BB4" w14:textId="77777777" w:rsidTr="00C05F44">
        <w:tc>
          <w:tcPr>
            <w:tcW w:w="1985" w:type="dxa"/>
          </w:tcPr>
          <w:p w14:paraId="264915F6" w14:textId="77777777"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14:paraId="5CDC580E" w14:textId="77777777"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C2AFB30" w14:textId="77777777"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14:paraId="5E6514FB" w14:textId="77777777" w:rsidTr="00C05F44">
        <w:tc>
          <w:tcPr>
            <w:tcW w:w="1985" w:type="dxa"/>
          </w:tcPr>
          <w:p w14:paraId="747ABC3A" w14:textId="77777777"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2393F63B" w14:textId="77777777"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7E5A0454" w14:textId="77777777"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14:paraId="57355878" w14:textId="77777777" w:rsidTr="00C05F44">
        <w:tc>
          <w:tcPr>
            <w:tcW w:w="1985" w:type="dxa"/>
          </w:tcPr>
          <w:p w14:paraId="66E2D4CC" w14:textId="77777777"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270A7A5E" w14:textId="77777777"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8051CF9" w14:textId="77777777"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14:paraId="1850BC73" w14:textId="77777777" w:rsidTr="00C05F44">
        <w:tc>
          <w:tcPr>
            <w:tcW w:w="1985" w:type="dxa"/>
          </w:tcPr>
          <w:p w14:paraId="348FCF88" w14:textId="77777777"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0C196961" w14:textId="77777777"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45EC60F7" w14:textId="77777777"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14:paraId="3E5DF21A" w14:textId="77777777" w:rsidTr="00C05F44">
        <w:tc>
          <w:tcPr>
            <w:tcW w:w="1985" w:type="dxa"/>
          </w:tcPr>
          <w:p w14:paraId="6C5A3DA6" w14:textId="77777777"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5CFBFA25" w14:textId="77777777"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49B84C8F" w14:textId="77777777"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51D955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7899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6655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81A25" w14:textId="77777777" w:rsidTr="00923D7D">
        <w:tc>
          <w:tcPr>
            <w:tcW w:w="9670" w:type="dxa"/>
          </w:tcPr>
          <w:p w14:paraId="11E23C18" w14:textId="77777777" w:rsidR="0085747A" w:rsidRPr="009C54AE" w:rsidRDefault="005E28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14:paraId="307FC4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137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D2E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7B8925" w14:textId="77777777" w:rsidTr="003E1941">
        <w:tc>
          <w:tcPr>
            <w:tcW w:w="4962" w:type="dxa"/>
            <w:vAlign w:val="center"/>
          </w:tcPr>
          <w:p w14:paraId="3D620D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DDE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4F0357" w14:textId="77777777" w:rsidTr="00923D7D">
        <w:tc>
          <w:tcPr>
            <w:tcW w:w="4962" w:type="dxa"/>
          </w:tcPr>
          <w:p w14:paraId="524927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0627C" w14:textId="77777777" w:rsidR="0085747A" w:rsidRPr="009C54AE" w:rsidRDefault="00A14347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347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Pr="00A14347">
              <w:rPr>
                <w:rFonts w:ascii="Corbel" w:hAnsi="Corbel"/>
                <w:sz w:val="24"/>
                <w:szCs w:val="24"/>
              </w:rPr>
              <w:t xml:space="preserve"> </w:t>
            </w:r>
            <w:r w:rsidR="005E28AF" w:rsidRPr="005E28AF">
              <w:rPr>
                <w:rFonts w:ascii="Corbel" w:hAnsi="Corbel"/>
                <w:sz w:val="24"/>
                <w:szCs w:val="24"/>
              </w:rPr>
              <w:t>18 godz.</w:t>
            </w:r>
          </w:p>
        </w:tc>
      </w:tr>
      <w:tr w:rsidR="00C61DC5" w:rsidRPr="009C54AE" w14:paraId="4BCE4BD2" w14:textId="77777777" w:rsidTr="00923D7D">
        <w:tc>
          <w:tcPr>
            <w:tcW w:w="4962" w:type="dxa"/>
          </w:tcPr>
          <w:p w14:paraId="5D4007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7482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B39108" w14:textId="77777777" w:rsidR="00C61DC5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14:paraId="2FCFA3DE" w14:textId="77777777"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14:paraId="5740DE26" w14:textId="77777777" w:rsidTr="00923D7D">
        <w:tc>
          <w:tcPr>
            <w:tcW w:w="4962" w:type="dxa"/>
          </w:tcPr>
          <w:p w14:paraId="443F9E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BA99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9124E3" w14:textId="77777777"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>28 godz.</w:t>
            </w:r>
          </w:p>
        </w:tc>
      </w:tr>
      <w:tr w:rsidR="0085747A" w:rsidRPr="009C54AE" w14:paraId="2ED8A095" w14:textId="77777777" w:rsidTr="00923D7D">
        <w:tc>
          <w:tcPr>
            <w:tcW w:w="4962" w:type="dxa"/>
          </w:tcPr>
          <w:p w14:paraId="6E972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EB1D87" w14:textId="77777777" w:rsidR="0085747A" w:rsidRPr="009C54AE" w:rsidRDefault="007A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DD0">
              <w:rPr>
                <w:rFonts w:ascii="Corbel" w:hAnsi="Corbel"/>
                <w:sz w:val="24"/>
                <w:szCs w:val="24"/>
              </w:rPr>
              <w:t>77 godz.</w:t>
            </w:r>
          </w:p>
        </w:tc>
      </w:tr>
      <w:tr w:rsidR="0085747A" w:rsidRPr="009C54AE" w14:paraId="2BC22851" w14:textId="77777777" w:rsidTr="00923D7D">
        <w:tc>
          <w:tcPr>
            <w:tcW w:w="4962" w:type="dxa"/>
          </w:tcPr>
          <w:p w14:paraId="479534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FD4162" w14:textId="77777777"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2916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D57F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718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A230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C216C2" w14:textId="77777777" w:rsidTr="00286BF3">
        <w:trPr>
          <w:trHeight w:val="397"/>
        </w:trPr>
        <w:tc>
          <w:tcPr>
            <w:tcW w:w="3544" w:type="dxa"/>
          </w:tcPr>
          <w:p w14:paraId="581F10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C05D25" w14:textId="77777777"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7DE0ED8" w14:textId="77777777" w:rsidTr="00286BF3">
        <w:trPr>
          <w:trHeight w:val="397"/>
        </w:trPr>
        <w:tc>
          <w:tcPr>
            <w:tcW w:w="3544" w:type="dxa"/>
          </w:tcPr>
          <w:p w14:paraId="30EFBA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D029BC" w14:textId="77777777"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EC21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D98B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BDA8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99DBE90" w14:textId="77777777" w:rsidTr="00286BF3">
        <w:trPr>
          <w:trHeight w:val="397"/>
        </w:trPr>
        <w:tc>
          <w:tcPr>
            <w:tcW w:w="7513" w:type="dxa"/>
          </w:tcPr>
          <w:p w14:paraId="2C0362B4" w14:textId="77777777" w:rsidR="000905BA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6BF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8EE4D03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Gaberle,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14:paraId="090D39B8" w14:textId="77777777"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E. W. Pływaczewski, S. Redo, E. M. Guzik-Makaruk,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elewicz-Delegacz,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14:paraId="5B6C0236" w14:textId="77777777"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14:paraId="3A35CC00" w14:textId="77777777" w:rsidTr="00286BF3">
        <w:trPr>
          <w:trHeight w:val="397"/>
        </w:trPr>
        <w:tc>
          <w:tcPr>
            <w:tcW w:w="7513" w:type="dxa"/>
          </w:tcPr>
          <w:p w14:paraId="13A47833" w14:textId="77777777" w:rsidR="006510B5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6BF3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7A406DC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Guzik-Makaruk, Emil W. Pływaczewski. - Wyd. 2 popr. - Białystok : Temida 2, 2016.</w:t>
            </w:r>
          </w:p>
          <w:p w14:paraId="5AA7E097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Hołyst,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14:paraId="755FE34F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Hołyst,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A04176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Hołyst,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FC3E21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Hołyst,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7E87858" w14:textId="77777777"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Pływaczewski ; advisory board Leonard Etel [i in.]. - Białystok : "Temida 2", cop. 2009.</w:t>
            </w:r>
          </w:p>
          <w:p w14:paraId="4C5D814A" w14:textId="77777777"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Pływaczewski, Emilia Jurgielewicz-Delegacz, Diana Dajnowicz-Piesiecka. - Warszawa : Wydawnictwo C. H. Beck, 2017.</w:t>
            </w:r>
          </w:p>
        </w:tc>
      </w:tr>
    </w:tbl>
    <w:p w14:paraId="3CDFE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A824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86BF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050E" w14:textId="77777777" w:rsidR="00492B5A" w:rsidRDefault="00492B5A" w:rsidP="00C16ABF">
      <w:pPr>
        <w:spacing w:after="0" w:line="240" w:lineRule="auto"/>
      </w:pPr>
      <w:r>
        <w:separator/>
      </w:r>
    </w:p>
  </w:endnote>
  <w:endnote w:type="continuationSeparator" w:id="0">
    <w:p w14:paraId="4EC889FF" w14:textId="77777777" w:rsidR="00492B5A" w:rsidRDefault="00492B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6CC1" w14:textId="77777777" w:rsidR="00492B5A" w:rsidRDefault="00492B5A" w:rsidP="00C16ABF">
      <w:pPr>
        <w:spacing w:after="0" w:line="240" w:lineRule="auto"/>
      </w:pPr>
      <w:r>
        <w:separator/>
      </w:r>
    </w:p>
  </w:footnote>
  <w:footnote w:type="continuationSeparator" w:id="0">
    <w:p w14:paraId="1DA56C7D" w14:textId="77777777" w:rsidR="00492B5A" w:rsidRDefault="00492B5A" w:rsidP="00C16ABF">
      <w:pPr>
        <w:spacing w:after="0" w:line="240" w:lineRule="auto"/>
      </w:pPr>
      <w:r>
        <w:continuationSeparator/>
      </w:r>
    </w:p>
  </w:footnote>
  <w:footnote w:id="1">
    <w:p w14:paraId="0BAF28E0" w14:textId="77777777"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096979">
    <w:abstractNumId w:val="0"/>
  </w:num>
  <w:num w:numId="2" w16cid:durableId="1190797309">
    <w:abstractNumId w:val="5"/>
  </w:num>
  <w:num w:numId="3" w16cid:durableId="1082684149">
    <w:abstractNumId w:val="3"/>
  </w:num>
  <w:num w:numId="4" w16cid:durableId="2006200312">
    <w:abstractNumId w:val="2"/>
  </w:num>
  <w:num w:numId="5" w16cid:durableId="500505079">
    <w:abstractNumId w:val="6"/>
  </w:num>
  <w:num w:numId="6" w16cid:durableId="541137208">
    <w:abstractNumId w:val="4"/>
  </w:num>
  <w:num w:numId="7" w16cid:durableId="20205453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972A6"/>
    <w:rsid w:val="000A296F"/>
    <w:rsid w:val="000A2A28"/>
    <w:rsid w:val="000A3CDF"/>
    <w:rsid w:val="000B192D"/>
    <w:rsid w:val="000B28EE"/>
    <w:rsid w:val="000B3E37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557FA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657B"/>
    <w:rsid w:val="001D7B54"/>
    <w:rsid w:val="001E0209"/>
    <w:rsid w:val="001F2CA2"/>
    <w:rsid w:val="002144C0"/>
    <w:rsid w:val="0022477D"/>
    <w:rsid w:val="002278A9"/>
    <w:rsid w:val="00231836"/>
    <w:rsid w:val="002336F9"/>
    <w:rsid w:val="0024028F"/>
    <w:rsid w:val="00244ABC"/>
    <w:rsid w:val="00275BD7"/>
    <w:rsid w:val="00281FF2"/>
    <w:rsid w:val="002857DE"/>
    <w:rsid w:val="00286BF3"/>
    <w:rsid w:val="00291567"/>
    <w:rsid w:val="002A22BF"/>
    <w:rsid w:val="002A2389"/>
    <w:rsid w:val="002A671D"/>
    <w:rsid w:val="002B4D55"/>
    <w:rsid w:val="002B5EA0"/>
    <w:rsid w:val="002B6119"/>
    <w:rsid w:val="002C1AA5"/>
    <w:rsid w:val="002C1C07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27B81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BD4"/>
    <w:rsid w:val="00410BE1"/>
    <w:rsid w:val="00414E3C"/>
    <w:rsid w:val="0042244A"/>
    <w:rsid w:val="0042745A"/>
    <w:rsid w:val="00431D5C"/>
    <w:rsid w:val="004362C6"/>
    <w:rsid w:val="00437FA2"/>
    <w:rsid w:val="00442B7C"/>
    <w:rsid w:val="00445552"/>
    <w:rsid w:val="00445970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2B5A"/>
    <w:rsid w:val="004968E2"/>
    <w:rsid w:val="004A3EEA"/>
    <w:rsid w:val="004A4D1F"/>
    <w:rsid w:val="004C121F"/>
    <w:rsid w:val="004C21A8"/>
    <w:rsid w:val="004D5282"/>
    <w:rsid w:val="004E66E8"/>
    <w:rsid w:val="004F1551"/>
    <w:rsid w:val="004F3C96"/>
    <w:rsid w:val="004F4177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27D1"/>
    <w:rsid w:val="005A3196"/>
    <w:rsid w:val="005C080F"/>
    <w:rsid w:val="005C55E5"/>
    <w:rsid w:val="005C696A"/>
    <w:rsid w:val="005D01B5"/>
    <w:rsid w:val="005E28AF"/>
    <w:rsid w:val="005E6E85"/>
    <w:rsid w:val="005F31D2"/>
    <w:rsid w:val="005F6F39"/>
    <w:rsid w:val="00600805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7F6F"/>
    <w:rsid w:val="00671958"/>
    <w:rsid w:val="00675843"/>
    <w:rsid w:val="00696477"/>
    <w:rsid w:val="00696D5B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37AA4"/>
    <w:rsid w:val="00745302"/>
    <w:rsid w:val="007461D6"/>
    <w:rsid w:val="00746EC8"/>
    <w:rsid w:val="00763BF1"/>
    <w:rsid w:val="00766FD4"/>
    <w:rsid w:val="0078168C"/>
    <w:rsid w:val="00787C2A"/>
    <w:rsid w:val="00790E27"/>
    <w:rsid w:val="007A1DD0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05B5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C0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B1"/>
    <w:rsid w:val="00B3130B"/>
    <w:rsid w:val="00B40ADB"/>
    <w:rsid w:val="00B43B0C"/>
    <w:rsid w:val="00B43B77"/>
    <w:rsid w:val="00B43E80"/>
    <w:rsid w:val="00B607DB"/>
    <w:rsid w:val="00B639EA"/>
    <w:rsid w:val="00B66529"/>
    <w:rsid w:val="00B6760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4E"/>
    <w:rsid w:val="00C131B5"/>
    <w:rsid w:val="00C15464"/>
    <w:rsid w:val="00C16ABF"/>
    <w:rsid w:val="00C170AE"/>
    <w:rsid w:val="00C26CB7"/>
    <w:rsid w:val="00C324C1"/>
    <w:rsid w:val="00C36992"/>
    <w:rsid w:val="00C56036"/>
    <w:rsid w:val="00C5788D"/>
    <w:rsid w:val="00C61DC5"/>
    <w:rsid w:val="00C67680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2D1"/>
    <w:rsid w:val="00D8757E"/>
    <w:rsid w:val="00DA2114"/>
    <w:rsid w:val="00DC30F6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3AC"/>
    <w:rsid w:val="00E81CF2"/>
    <w:rsid w:val="00E960BB"/>
    <w:rsid w:val="00EA0CA6"/>
    <w:rsid w:val="00EA2074"/>
    <w:rsid w:val="00EA4832"/>
    <w:rsid w:val="00EA4E9D"/>
    <w:rsid w:val="00EC2A2C"/>
    <w:rsid w:val="00EC38D0"/>
    <w:rsid w:val="00EC4899"/>
    <w:rsid w:val="00ED03AB"/>
    <w:rsid w:val="00ED32D2"/>
    <w:rsid w:val="00ED3A20"/>
    <w:rsid w:val="00EE32DE"/>
    <w:rsid w:val="00EE5457"/>
    <w:rsid w:val="00F070AB"/>
    <w:rsid w:val="00F17567"/>
    <w:rsid w:val="00F27A7B"/>
    <w:rsid w:val="00F32A13"/>
    <w:rsid w:val="00F44720"/>
    <w:rsid w:val="00F526AF"/>
    <w:rsid w:val="00F617C3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8233"/>
  <w15:docId w15:val="{C5C1918E-E71E-4C88-86C6-8F8B2157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4E4628-9E8C-40D2-A358-566A2AF91C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2021-03-25T12:40:00Z</dcterms:created>
  <dcterms:modified xsi:type="dcterms:W3CDTF">2023-12-04T10:29:00Z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